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9D110" w14:textId="774FFA5C" w:rsidR="00A679EB" w:rsidRPr="00A679EB" w:rsidRDefault="00341594" w:rsidP="00A679EB">
      <w:pPr>
        <w:spacing w:after="240" w:line="240" w:lineRule="auto"/>
        <w:jc w:val="center"/>
        <w:rPr>
          <w:rFonts w:ascii="Avenir Next" w:eastAsia="Times New Roman" w:hAnsi="Avenir Next" w:cs="Calibri"/>
          <w:b/>
          <w:bCs/>
          <w:color w:val="000000"/>
          <w:sz w:val="21"/>
          <w:szCs w:val="21"/>
          <w:lang w:eastAsia="en-US"/>
        </w:rPr>
      </w:pPr>
      <w:r w:rsidRPr="00A679EB">
        <w:rPr>
          <w:rFonts w:ascii="Avenir Next" w:eastAsia="Times New Roman" w:hAnsi="Avenir Next" w:cs="Calibri"/>
          <w:b/>
          <w:bCs/>
          <w:color w:val="000000"/>
          <w:sz w:val="21"/>
          <w:szCs w:val="21"/>
          <w:lang w:eastAsia="en-US"/>
        </w:rPr>
        <w:t>OLGA KERN</w:t>
      </w:r>
    </w:p>
    <w:p w14:paraId="29984CCD" w14:textId="012BBA83" w:rsidR="00A679EB" w:rsidRPr="00E21AD1" w:rsidRDefault="00A679EB" w:rsidP="00A679EB">
      <w:pPr>
        <w:spacing w:after="240" w:line="240" w:lineRule="auto"/>
        <w:jc w:val="both"/>
        <w:rPr>
          <w:rFonts w:ascii="Avenir Next" w:eastAsia="Times New Roman" w:hAnsi="Avenir Next" w:cs="Calibri"/>
          <w:color w:val="212121"/>
          <w:sz w:val="22"/>
          <w:szCs w:val="22"/>
          <w:lang w:eastAsia="en-US"/>
        </w:rPr>
      </w:pPr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With a vivid onstage presence, dazzling technique, and keen musicality, pianist Olga Kern is widely recognized as one of the great artists of her generation, captivating </w:t>
      </w:r>
      <w:r w:rsidR="00720B52"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audiences</w:t>
      </w:r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and critics alike.</w:t>
      </w:r>
      <w:r w:rsidR="00E21AD1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</w:t>
      </w:r>
      <w:r w:rsidR="00E21AD1" w:rsidRPr="00E21AD1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Olga is a Steinway Artist and </w:t>
      </w:r>
      <w:proofErr w:type="spellStart"/>
      <w:r w:rsidR="00E21AD1" w:rsidRPr="00E21AD1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Spirio</w:t>
      </w:r>
      <w:proofErr w:type="spellEnd"/>
      <w:r w:rsidR="00E21AD1" w:rsidRPr="00E21AD1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Steinway piano ambassador.</w:t>
      </w:r>
    </w:p>
    <w:p w14:paraId="399B09FA" w14:textId="7483BC1A" w:rsidR="00D31CBC" w:rsidRDefault="00A679EB" w:rsidP="00A679EB">
      <w:pPr>
        <w:spacing w:after="240" w:line="240" w:lineRule="auto"/>
        <w:jc w:val="both"/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</w:pPr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In 2001, she launched her U.S. career at the Van Cliburn International Piano Competition, winning a Gold Medal</w:t>
      </w:r>
      <w:r w:rsidR="00B542C6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—</w:t>
      </w:r>
      <w:r w:rsidR="00F625DA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the only </w:t>
      </w:r>
      <w:r w:rsidR="00E03B8C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woman</w:t>
      </w:r>
      <w:r w:rsidR="00CD68B8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</w:t>
      </w:r>
      <w:r w:rsidR="00F625DA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in the last </w:t>
      </w:r>
      <w:r w:rsidR="008F05F9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fifty</w:t>
      </w:r>
      <w:r w:rsidR="00F625DA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years </w:t>
      </w:r>
      <w:r w:rsidR="00676302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to do </w:t>
      </w:r>
      <w:r w:rsidR="00462CD9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so. </w:t>
      </w:r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She has since performed </w:t>
      </w:r>
      <w:r w:rsidR="00550C02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with </w:t>
      </w:r>
      <w:r w:rsidR="00C70235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top-tier ensembles</w:t>
      </w:r>
      <w:r w:rsidR="00550C02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, among </w:t>
      </w:r>
      <w:r w:rsidR="00885C15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them </w:t>
      </w:r>
      <w:r w:rsidR="00885C15"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the</w:t>
      </w:r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St. Louis Symphony, Baltimore Symphony, Detroit Symphony, National Symphony Orchestra (Washington, D.C.), Czech Philharmonic, and </w:t>
      </w:r>
      <w:proofErr w:type="spellStart"/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Filarmonica</w:t>
      </w:r>
      <w:proofErr w:type="spellEnd"/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</w:t>
      </w:r>
      <w:proofErr w:type="spellStart"/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della</w:t>
      </w:r>
      <w:proofErr w:type="spellEnd"/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Scala</w:t>
      </w:r>
      <w:r w:rsidR="00B7300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. She</w:t>
      </w:r>
      <w:r w:rsidR="004E21C8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ha</w:t>
      </w:r>
      <w:r w:rsidR="00C0336D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s also</w:t>
      </w:r>
      <w:r w:rsidR="009D2F6D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</w:t>
      </w:r>
      <w:r w:rsidR="00290930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scored </w:t>
      </w:r>
      <w:r w:rsidR="009D2F6D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successes with</w:t>
      </w:r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Tokyo’s NHK Symphony, São Paulo Symphony Orchestra, Stuttgart Philharmonic, and Pittsburgh Symphony. She was a soloist on U.S. tours with the Royal Philharmonic Orchestra and the Royal Scottish National Orchestra in 2018 and 2022, </w:t>
      </w:r>
      <w:r w:rsidR="00AE1147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both of which</w:t>
      </w:r>
      <w:r w:rsidR="00C06A53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were widely </w:t>
      </w:r>
      <w:r w:rsidR="00C5713F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praised.</w:t>
      </w:r>
      <w:r w:rsidR="00E77703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She has also </w:t>
      </w:r>
      <w:r w:rsidR="00B5654A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performed </w:t>
      </w:r>
      <w:r w:rsidR="003C6327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riveting </w:t>
      </w:r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recitals in Savannah, Fort Worth, Minneapolis, Poland, and Sweden.</w:t>
      </w:r>
    </w:p>
    <w:p w14:paraId="52C72B77" w14:textId="4756416D" w:rsidR="00A679EB" w:rsidRPr="00A679EB" w:rsidRDefault="00A679EB" w:rsidP="00A679EB">
      <w:pPr>
        <w:spacing w:after="240" w:line="240" w:lineRule="auto"/>
        <w:jc w:val="both"/>
        <w:rPr>
          <w:rFonts w:ascii="Avenir Next" w:eastAsia="Times New Roman" w:hAnsi="Avenir Next" w:cs="Calibri"/>
          <w:color w:val="212121"/>
          <w:sz w:val="22"/>
          <w:szCs w:val="22"/>
          <w:lang w:eastAsia="en-US"/>
        </w:rPr>
      </w:pPr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In </w:t>
      </w:r>
      <w:r w:rsidR="00FB0C2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the </w:t>
      </w:r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2022</w:t>
      </w:r>
      <w:r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–</w:t>
      </w:r>
      <w:r w:rsidR="00FB0C2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20</w:t>
      </w:r>
      <w:r w:rsidR="003317DC"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23</w:t>
      </w:r>
      <w:r w:rsidR="00FB0C2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season</w:t>
      </w:r>
      <w:r w:rsidR="003317DC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,</w:t>
      </w:r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she appeared</w:t>
      </w:r>
      <w:r w:rsidR="006632C5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with </w:t>
      </w:r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the Dallas Symphony, Minnesota Orchestra, Baltimore Symphony, </w:t>
      </w:r>
      <w:proofErr w:type="spellStart"/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Filarmónica</w:t>
      </w:r>
      <w:proofErr w:type="spellEnd"/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de Gran </w:t>
      </w:r>
      <w:proofErr w:type="spellStart"/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Canaria</w:t>
      </w:r>
      <w:proofErr w:type="spellEnd"/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, Ireland’s National Symphony Orchestra, </w:t>
      </w:r>
      <w:r w:rsidR="00411ABE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and </w:t>
      </w:r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Colorado Symphony</w:t>
      </w:r>
      <w:r w:rsidR="00411ABE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.</w:t>
      </w:r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</w:t>
      </w:r>
      <w:r w:rsidR="00411ABE">
        <w:rPr>
          <w:rFonts w:ascii="Avenir Next" w:eastAsia="Times New Roman" w:hAnsi="Avenir Next" w:cstheme="minorHAnsi"/>
          <w:color w:val="000000"/>
          <w:sz w:val="21"/>
          <w:szCs w:val="21"/>
          <w:lang w:eastAsia="en-US"/>
        </w:rPr>
        <w:t xml:space="preserve">She performed </w:t>
      </w:r>
      <w:r w:rsidR="00411ABE" w:rsidRPr="005245A3">
        <w:rPr>
          <w:rFonts w:ascii="Avenir Next" w:eastAsia="Times New Roman" w:hAnsi="Avenir Next" w:cstheme="minorHAnsi"/>
          <w:color w:val="000000"/>
          <w:sz w:val="21"/>
          <w:szCs w:val="21"/>
          <w:lang w:eastAsia="en-US"/>
        </w:rPr>
        <w:t xml:space="preserve">recitals </w:t>
      </w:r>
      <w:r w:rsidR="00411ABE">
        <w:rPr>
          <w:rFonts w:ascii="Avenir Next" w:eastAsia="Times New Roman" w:hAnsi="Avenir Next" w:cstheme="minorHAnsi"/>
          <w:color w:val="000000"/>
          <w:sz w:val="21"/>
          <w:szCs w:val="21"/>
          <w:lang w:eastAsia="en-US"/>
        </w:rPr>
        <w:t xml:space="preserve">at the Minnesota Beethoven Festival and the International Piano Festival of </w:t>
      </w:r>
      <w:proofErr w:type="spellStart"/>
      <w:r w:rsidR="00411ABE">
        <w:rPr>
          <w:rFonts w:ascii="Avenir Next" w:eastAsia="Times New Roman" w:hAnsi="Avenir Next" w:cstheme="minorHAnsi"/>
          <w:color w:val="000000"/>
          <w:sz w:val="21"/>
          <w:szCs w:val="21"/>
          <w:lang w:eastAsia="en-US"/>
        </w:rPr>
        <w:t>Oeiras</w:t>
      </w:r>
      <w:proofErr w:type="spellEnd"/>
      <w:r w:rsidR="00411ABE">
        <w:rPr>
          <w:rFonts w:ascii="Avenir Next" w:eastAsia="Times New Roman" w:hAnsi="Avenir Next" w:cstheme="minorHAnsi"/>
          <w:color w:val="000000"/>
          <w:sz w:val="21"/>
          <w:szCs w:val="21"/>
          <w:lang w:eastAsia="en-US"/>
        </w:rPr>
        <w:t xml:space="preserve"> as well as in Brno and </w:t>
      </w:r>
      <w:proofErr w:type="spellStart"/>
      <w:r w:rsidR="00411ABE" w:rsidRPr="008E3F6D">
        <w:rPr>
          <w:rFonts w:ascii="Avenir Next" w:eastAsia="Times New Roman" w:hAnsi="Avenir Next" w:cstheme="minorHAnsi"/>
          <w:color w:val="000000"/>
          <w:sz w:val="21"/>
          <w:szCs w:val="21"/>
          <w:lang w:eastAsia="en-US"/>
        </w:rPr>
        <w:t>Mariánské</w:t>
      </w:r>
      <w:proofErr w:type="spellEnd"/>
      <w:r w:rsidR="00411ABE" w:rsidRPr="008E3F6D">
        <w:rPr>
          <w:rFonts w:ascii="Avenir Next" w:eastAsia="Times New Roman" w:hAnsi="Avenir Next" w:cstheme="minorHAnsi"/>
          <w:color w:val="000000"/>
          <w:sz w:val="21"/>
          <w:szCs w:val="21"/>
          <w:lang w:eastAsia="en-US"/>
        </w:rPr>
        <w:t xml:space="preserve"> </w:t>
      </w:r>
      <w:proofErr w:type="spellStart"/>
      <w:r w:rsidR="00411ABE" w:rsidRPr="008E3F6D">
        <w:rPr>
          <w:rFonts w:ascii="Avenir Next" w:eastAsia="Times New Roman" w:hAnsi="Avenir Next" w:cstheme="minorHAnsi"/>
          <w:color w:val="000000"/>
          <w:sz w:val="21"/>
          <w:szCs w:val="21"/>
          <w:lang w:eastAsia="en-US"/>
        </w:rPr>
        <w:t>Lázně</w:t>
      </w:r>
      <w:proofErr w:type="spellEnd"/>
      <w:r w:rsidR="00411ABE">
        <w:rPr>
          <w:rFonts w:ascii="Avenir Next" w:eastAsia="Times New Roman" w:hAnsi="Avenir Next" w:cstheme="minorHAnsi"/>
          <w:color w:val="000000"/>
          <w:sz w:val="21"/>
          <w:szCs w:val="21"/>
          <w:lang w:eastAsia="en-US"/>
        </w:rPr>
        <w:t>, Czech Republic; Virginia Beach; Chicago; and San Francisco.</w:t>
      </w:r>
      <w:r w:rsidR="00FB0C2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</w:t>
      </w:r>
      <w:r w:rsidR="00A56598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E</w:t>
      </w:r>
      <w:r w:rsidR="00271008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ngagements</w:t>
      </w:r>
      <w:r w:rsidR="00C43666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</w:t>
      </w:r>
      <w:r w:rsidR="00A2195A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in </w:t>
      </w:r>
      <w:r w:rsidR="00FB0C2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the </w:t>
      </w:r>
      <w:r w:rsidR="00C43666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20</w:t>
      </w:r>
      <w:r w:rsidR="00136939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23</w:t>
      </w:r>
      <w:r w:rsidR="00FB0C2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–20</w:t>
      </w:r>
      <w:r w:rsidR="00136939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24 season</w:t>
      </w:r>
      <w:r w:rsidR="00E20F9A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</w:t>
      </w:r>
      <w:r w:rsidR="00724DB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include performances of </w:t>
      </w:r>
      <w:r w:rsidR="00DC082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Rachmaninoff</w:t>
      </w:r>
      <w:r w:rsidR="00A62AF6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’</w:t>
      </w:r>
      <w:r w:rsidR="00054296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s</w:t>
      </w:r>
      <w:r w:rsidR="00B52A2C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</w:t>
      </w:r>
      <w:r w:rsidR="002969DA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monumental </w:t>
      </w:r>
      <w:r w:rsidR="00DC082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four concertos and Rhapsody on a Theme of Paganini</w:t>
      </w:r>
      <w:r w:rsidR="00271008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with the Austin Symphony</w:t>
      </w:r>
      <w:r w:rsidR="00411ABE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and with Virginia Symphony Orchestra</w:t>
      </w:r>
      <w:r w:rsidR="00864789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,</w:t>
      </w:r>
      <w:r w:rsidR="006C5AEA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</w:t>
      </w:r>
      <w:r w:rsidR="00ED06BC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a </w:t>
      </w:r>
      <w:r w:rsidR="006B1613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nationally broadcast</w:t>
      </w:r>
      <w:r w:rsidR="00DF0D54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</w:t>
      </w:r>
      <w:r w:rsidR="008A7782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New Year’s </w:t>
      </w:r>
      <w:r w:rsidR="006C5AEA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concert </w:t>
      </w:r>
      <w:r w:rsidR="00864789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with the Czech Philharmonic</w:t>
      </w:r>
      <w:r w:rsidR="00DF0D54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, and </w:t>
      </w:r>
      <w:r w:rsidR="00850E6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tours </w:t>
      </w:r>
      <w:r w:rsidR="003317DC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of South</w:t>
      </w:r>
      <w:r w:rsidR="00191D58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Afric</w:t>
      </w:r>
      <w:r w:rsidR="001E3260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a</w:t>
      </w:r>
      <w:r w:rsidR="00A607BC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and </w:t>
      </w:r>
      <w:r w:rsidR="00041F1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Asia</w:t>
      </w:r>
      <w:r w:rsidR="00F61C95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.</w:t>
      </w:r>
    </w:p>
    <w:p w14:paraId="3DDB49A6" w14:textId="7DC94333" w:rsidR="00A679EB" w:rsidRPr="00A679EB" w:rsidRDefault="00A679EB" w:rsidP="00A679EB">
      <w:pPr>
        <w:spacing w:after="0" w:line="240" w:lineRule="auto"/>
        <w:ind w:right="58"/>
        <w:jc w:val="both"/>
        <w:rPr>
          <w:rFonts w:ascii="Avenir Next" w:eastAsia="Times New Roman" w:hAnsi="Avenir Next" w:cs="Calibri"/>
          <w:color w:val="212121"/>
          <w:sz w:val="22"/>
          <w:szCs w:val="22"/>
          <w:lang w:eastAsia="en-US"/>
        </w:rPr>
      </w:pPr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Olga has served as a jury chairman of several high-profile competitions, including her own, the Olga Kern International Piano Competition, of which she is Artistic Director. A dedicated educator, she has been on the piano faculty of the Manhattan School of Music since 2017</w:t>
      </w:r>
      <w:r w:rsidR="009D3604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,</w:t>
      </w:r>
      <w:r w:rsidR="004C7594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</w:t>
      </w:r>
      <w:r w:rsidR="00080A0A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a</w:t>
      </w:r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n</w:t>
      </w:r>
      <w:r w:rsidR="00080A0A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d</w:t>
      </w:r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</w:t>
      </w:r>
      <w:r w:rsidR="00080A0A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in </w:t>
      </w:r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2019, she was appointed the Connie and Marc Jacobson Director of Chamber Music at the Virginia Arts Festival.</w:t>
      </w:r>
      <w:r w:rsidR="004E5A79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</w:t>
      </w:r>
      <w:r w:rsidR="00772495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She</w:t>
      </w:r>
      <w:r w:rsidR="004E5A79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</w:t>
      </w:r>
      <w:r w:rsidR="00E94C50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also </w:t>
      </w:r>
      <w:r w:rsidR="00D512BC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established</w:t>
      </w:r>
      <w:r w:rsidR="004E5A79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</w:t>
      </w:r>
      <w:r w:rsidR="00E8435C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Aspiration, </w:t>
      </w:r>
      <w:r w:rsidR="004E5A79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a </w:t>
      </w:r>
      <w:r w:rsidR="008853FF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foundation</w:t>
      </w:r>
      <w:r w:rsidR="00DC3212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that</w:t>
      </w:r>
      <w:r w:rsidR="008853FF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provides financial assistance to musicians around the world.</w:t>
      </w:r>
    </w:p>
    <w:p w14:paraId="1D20F80A" w14:textId="77777777" w:rsidR="00A679EB" w:rsidRDefault="00A679EB" w:rsidP="00A679EB">
      <w:pPr>
        <w:spacing w:after="0" w:line="240" w:lineRule="auto"/>
        <w:ind w:right="58"/>
        <w:jc w:val="both"/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</w:pPr>
    </w:p>
    <w:p w14:paraId="20A541D8" w14:textId="469E1119" w:rsidR="00A679EB" w:rsidRDefault="00A679EB" w:rsidP="00A679EB">
      <w:pPr>
        <w:spacing w:after="0" w:line="240" w:lineRule="auto"/>
        <w:ind w:right="58"/>
        <w:jc w:val="both"/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</w:pPr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Her </w:t>
      </w:r>
      <w:r w:rsidR="00E94C50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well-</w:t>
      </w:r>
      <w:r w:rsidR="00D31CBC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regarded</w:t>
      </w:r>
      <w:r w:rsidR="00E94C50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 xml:space="preserve"> </w:t>
      </w:r>
      <w:r w:rsidRPr="00A679EB">
        <w:rPr>
          <w:rFonts w:ascii="Avenir Next" w:eastAsia="Times New Roman" w:hAnsi="Avenir Next" w:cs="Calibri"/>
          <w:color w:val="000000"/>
          <w:sz w:val="21"/>
          <w:szCs w:val="21"/>
          <w:lang w:eastAsia="en-US"/>
        </w:rPr>
        <w:t>discography includes works of Tchaikovsky, Rachmaninoff, Chopin, Brahms, and Shostakovich.</w:t>
      </w:r>
    </w:p>
    <w:p w14:paraId="6BF98143" w14:textId="77777777" w:rsidR="00A679EB" w:rsidRDefault="00A679EB" w:rsidP="00A679EB">
      <w:pPr>
        <w:spacing w:after="0" w:line="240" w:lineRule="auto"/>
        <w:ind w:right="58"/>
        <w:jc w:val="both"/>
        <w:rPr>
          <w:rFonts w:ascii="Avenir Next" w:eastAsia="Times New Roman" w:hAnsi="Avenir Next" w:cs="Calibri"/>
          <w:color w:val="212121"/>
          <w:sz w:val="22"/>
          <w:szCs w:val="22"/>
          <w:lang w:eastAsia="en-US"/>
        </w:rPr>
      </w:pPr>
    </w:p>
    <w:p w14:paraId="78C93A4A" w14:textId="3C7D1C19" w:rsidR="004F701A" w:rsidRPr="00A679EB" w:rsidRDefault="0049114D" w:rsidP="00A679EB">
      <w:pPr>
        <w:spacing w:after="0" w:line="240" w:lineRule="auto"/>
        <w:ind w:right="58"/>
        <w:jc w:val="both"/>
        <w:rPr>
          <w:rFonts w:ascii="Avenir Next" w:eastAsia="Times New Roman" w:hAnsi="Avenir Next" w:cs="Calibri"/>
          <w:color w:val="212121"/>
          <w:sz w:val="22"/>
          <w:szCs w:val="22"/>
          <w:lang w:eastAsia="en-US"/>
        </w:rPr>
      </w:pPr>
      <w:r>
        <w:rPr>
          <w:rFonts w:ascii="Avenir Next" w:eastAsia="Times New Roman" w:hAnsi="Avenir Next" w:cstheme="minorHAnsi"/>
          <w:color w:val="000000"/>
          <w:sz w:val="21"/>
          <w:szCs w:val="21"/>
          <w:lang w:eastAsia="en-US"/>
        </w:rPr>
        <w:t xml:space="preserve">Olga’s iconic dresses are designed by Alex </w:t>
      </w:r>
      <w:proofErr w:type="spellStart"/>
      <w:r>
        <w:rPr>
          <w:rFonts w:ascii="Avenir Next" w:eastAsia="Times New Roman" w:hAnsi="Avenir Next" w:cstheme="minorHAnsi"/>
          <w:color w:val="000000"/>
          <w:sz w:val="21"/>
          <w:szCs w:val="21"/>
          <w:lang w:eastAsia="en-US"/>
        </w:rPr>
        <w:t>Teih</w:t>
      </w:r>
      <w:proofErr w:type="spellEnd"/>
      <w:r>
        <w:rPr>
          <w:rFonts w:ascii="Avenir Next" w:eastAsia="Times New Roman" w:hAnsi="Avenir Next" w:cstheme="minorHAnsi"/>
          <w:color w:val="000000"/>
          <w:sz w:val="21"/>
          <w:szCs w:val="21"/>
          <w:lang w:eastAsia="en-US"/>
        </w:rPr>
        <w:t xml:space="preserve"> (New York), and her jewelry is designed by Alex Soldier (New York).</w:t>
      </w:r>
    </w:p>
    <w:p w14:paraId="7EDBBB74" w14:textId="01781EFD" w:rsidR="00A679EB" w:rsidRPr="00A679EB" w:rsidRDefault="00A679EB" w:rsidP="00A679EB">
      <w:pPr>
        <w:spacing w:after="0" w:line="240" w:lineRule="auto"/>
        <w:ind w:right="58"/>
        <w:jc w:val="right"/>
        <w:rPr>
          <w:rFonts w:ascii="Avenir Next" w:eastAsia="Times New Roman" w:hAnsi="Avenir Next" w:cs="Calibri"/>
          <w:color w:val="212121"/>
          <w:sz w:val="22"/>
          <w:szCs w:val="22"/>
          <w:lang w:eastAsia="en-US"/>
        </w:rPr>
      </w:pPr>
      <w:hyperlink r:id="rId10" w:tooltip="https://olgakern.com" w:history="1">
        <w:r w:rsidRPr="00A679EB">
          <w:rPr>
            <w:rFonts w:ascii="Avenir Next" w:eastAsia="Times New Roman" w:hAnsi="Avenir Next" w:cs="Calibri"/>
            <w:color w:val="0078D7"/>
            <w:sz w:val="21"/>
            <w:szCs w:val="21"/>
            <w:u w:val="single"/>
            <w:lang w:eastAsia="en-US"/>
          </w:rPr>
          <w:t>olgakern.com</w:t>
        </w:r>
      </w:hyperlink>
      <w:r w:rsidR="009D3604">
        <w:rPr>
          <w:rFonts w:ascii="Avenir Next" w:eastAsia="Times New Roman" w:hAnsi="Avenir Next" w:cs="Calibri"/>
          <w:color w:val="212121"/>
          <w:sz w:val="21"/>
          <w:szCs w:val="21"/>
          <w:lang w:eastAsia="en-US"/>
        </w:rPr>
        <w:t xml:space="preserve"> </w:t>
      </w:r>
      <w:r w:rsidRPr="00A679EB">
        <w:rPr>
          <w:rFonts w:ascii="Avenir Next" w:eastAsia="Times New Roman" w:hAnsi="Avenir Next" w:cs="Calibri"/>
          <w:color w:val="212121"/>
          <w:sz w:val="21"/>
          <w:szCs w:val="21"/>
          <w:lang w:eastAsia="en-US"/>
        </w:rPr>
        <w:t>| @kernolga</w:t>
      </w:r>
      <w:r w:rsidR="00F518D1">
        <w:rPr>
          <w:rFonts w:ascii="Avenir Next" w:eastAsia="Times New Roman" w:hAnsi="Avenir Next" w:cs="Calibri"/>
          <w:color w:val="212121"/>
          <w:sz w:val="21"/>
          <w:szCs w:val="21"/>
          <w:lang w:eastAsia="en-US"/>
        </w:rPr>
        <w:t xml:space="preserve"> | </w:t>
      </w:r>
      <w:r w:rsidR="00F518D1" w:rsidRPr="00F518D1">
        <w:rPr>
          <w:rFonts w:ascii="Avenir Next" w:eastAsia="Times New Roman" w:hAnsi="Avenir Next" w:cs="Calibri"/>
          <w:color w:val="212121"/>
          <w:sz w:val="21"/>
          <w:szCs w:val="21"/>
          <w:lang w:eastAsia="en-US"/>
        </w:rPr>
        <w:t>https://www.facebook.com/OlgaKern/</w:t>
      </w:r>
    </w:p>
    <w:p w14:paraId="1456C66C" w14:textId="77777777" w:rsidR="00986A09" w:rsidRPr="00A679EB" w:rsidRDefault="00986A09" w:rsidP="00A679EB">
      <w:pPr>
        <w:autoSpaceDE w:val="0"/>
        <w:autoSpaceDN w:val="0"/>
        <w:adjustRightInd w:val="0"/>
        <w:spacing w:after="0" w:line="240" w:lineRule="auto"/>
        <w:jc w:val="both"/>
        <w:rPr>
          <w:rFonts w:ascii="Avenir Next" w:eastAsia="Times New Roman" w:hAnsi="Avenir Next" w:cs="Calibri"/>
          <w:color w:val="000000"/>
          <w:sz w:val="22"/>
          <w:szCs w:val="22"/>
          <w:lang w:eastAsia="en-US"/>
        </w:rPr>
      </w:pPr>
    </w:p>
    <w:sectPr w:rsidR="00986A09" w:rsidRPr="00A679EB" w:rsidSect="003520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1872" w:footer="720" w:gutter="0"/>
      <w:pgNumType w:fmt="numberInDash"/>
      <w:cols w:space="720"/>
      <w:docGrid w:linePitch="589" w:charSpace="1251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F54C1" w14:textId="77777777" w:rsidR="00916DF6" w:rsidRDefault="00916DF6" w:rsidP="00DB5201">
      <w:pPr>
        <w:spacing w:after="0" w:line="240" w:lineRule="auto"/>
      </w:pPr>
      <w:r>
        <w:separator/>
      </w:r>
    </w:p>
  </w:endnote>
  <w:endnote w:type="continuationSeparator" w:id="0">
    <w:p w14:paraId="6CC12580" w14:textId="77777777" w:rsidR="00916DF6" w:rsidRDefault="00916DF6" w:rsidP="00DB5201">
      <w:pPr>
        <w:spacing w:after="0" w:line="240" w:lineRule="auto"/>
      </w:pPr>
      <w:r>
        <w:continuationSeparator/>
      </w:r>
    </w:p>
  </w:endnote>
  <w:endnote w:type="continuationNotice" w:id="1">
    <w:p w14:paraId="50ACB047" w14:textId="77777777" w:rsidR="00916DF6" w:rsidRDefault="00916D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VENTA LIGHT">
    <w:altName w:val="Calibri"/>
    <w:panose1 w:val="020B0604020202020204"/>
    <w:charset w:val="4D"/>
    <w:family w:val="auto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845367235"/>
      <w:docPartObj>
        <w:docPartGallery w:val="Page Numbers (Bottom of Page)"/>
        <w:docPartUnique/>
      </w:docPartObj>
    </w:sdtPr>
    <w:sdtContent>
      <w:p w14:paraId="100D824C" w14:textId="77777777" w:rsidR="006C5DB2" w:rsidRDefault="006C5DB2" w:rsidP="004D70D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14C508F" w14:textId="77777777" w:rsidR="006C5DB2" w:rsidRDefault="006C5DB2" w:rsidP="006C5DB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A8FFE" w14:textId="77777777" w:rsidR="00352085" w:rsidRPr="00352085" w:rsidRDefault="00352085">
    <w:pPr>
      <w:pStyle w:val="Footer"/>
      <w:jc w:val="center"/>
    </w:pPr>
    <w:r w:rsidRPr="00352085">
      <w:t xml:space="preserve">Page </w:t>
    </w:r>
    <w:r w:rsidRPr="00352085">
      <w:fldChar w:fldCharType="begin"/>
    </w:r>
    <w:r w:rsidRPr="00352085">
      <w:instrText xml:space="preserve"> PAGE  \* Arabic  \* MERGEFORMAT </w:instrText>
    </w:r>
    <w:r w:rsidRPr="00352085">
      <w:fldChar w:fldCharType="separate"/>
    </w:r>
    <w:r w:rsidRPr="00352085">
      <w:rPr>
        <w:noProof/>
      </w:rPr>
      <w:t>2</w:t>
    </w:r>
    <w:r w:rsidRPr="00352085">
      <w:fldChar w:fldCharType="end"/>
    </w:r>
    <w:r w:rsidRPr="00352085">
      <w:t xml:space="preserve"> of </w:t>
    </w:r>
    <w:fldSimple w:instr=" NUMPAGES  \* Arabic  \* MERGEFORMAT ">
      <w:r w:rsidRPr="00352085">
        <w:rPr>
          <w:noProof/>
        </w:rPr>
        <w:t>2</w:t>
      </w:r>
    </w:fldSimple>
  </w:p>
  <w:p w14:paraId="7212AF7A" w14:textId="77777777" w:rsidR="006C5DB2" w:rsidRPr="00352085" w:rsidRDefault="006C5DB2" w:rsidP="006C5DB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7908B" w14:textId="77777777" w:rsidR="00352085" w:rsidRDefault="003520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6DC51" w14:textId="77777777" w:rsidR="00916DF6" w:rsidRDefault="00916DF6" w:rsidP="00DB5201">
      <w:pPr>
        <w:spacing w:after="0" w:line="240" w:lineRule="auto"/>
      </w:pPr>
      <w:r>
        <w:separator/>
      </w:r>
    </w:p>
  </w:footnote>
  <w:footnote w:type="continuationSeparator" w:id="0">
    <w:p w14:paraId="043560BD" w14:textId="77777777" w:rsidR="00916DF6" w:rsidRDefault="00916DF6" w:rsidP="00DB5201">
      <w:pPr>
        <w:spacing w:after="0" w:line="240" w:lineRule="auto"/>
      </w:pPr>
      <w:r>
        <w:continuationSeparator/>
      </w:r>
    </w:p>
  </w:footnote>
  <w:footnote w:type="continuationNotice" w:id="1">
    <w:p w14:paraId="678E4866" w14:textId="77777777" w:rsidR="00916DF6" w:rsidRDefault="00916D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81F52" w14:textId="77777777" w:rsidR="00DB5201" w:rsidRDefault="00916DF6">
    <w:pPr>
      <w:pStyle w:val="Header"/>
    </w:pPr>
    <w:r>
      <w:rPr>
        <w:noProof/>
      </w:rPr>
      <w:pict w14:anchorId="7359E8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3320176" o:spid="_x0000_s1026" type="#_x0000_t75" alt="" style="position:absolute;margin-left:0;margin-top:0;width:539.7pt;height:714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AB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66BEE" w14:textId="77777777" w:rsidR="00DB5201" w:rsidRDefault="00A0020C">
    <w:pPr>
      <w:pStyle w:val="Header"/>
    </w:pPr>
    <w:r>
      <w:rPr>
        <w:noProof/>
      </w:rPr>
      <w:drawing>
        <wp:anchor distT="0" distB="0" distL="114300" distR="114300" simplePos="0" relativeHeight="251658242" behindDoc="1" locked="0" layoutInCell="0" allowOverlap="1" wp14:anchorId="636363B6" wp14:editId="76F53A65">
          <wp:simplePos x="0" y="0"/>
          <wp:positionH relativeFrom="margin">
            <wp:posOffset>-4885</wp:posOffset>
          </wp:positionH>
          <wp:positionV relativeFrom="margin">
            <wp:posOffset>-1523902</wp:posOffset>
          </wp:positionV>
          <wp:extent cx="6854190" cy="9067800"/>
          <wp:effectExtent l="0" t="0" r="3810" b="0"/>
          <wp:wrapNone/>
          <wp:docPr id="11" name="Picture 11" descr="A picture containing graphical user interface&#13;&#13;&#10;&#13;&#13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 picture containing graphical user interface&#13;&#13;&#10;&#13;&#13;&#10;Description automatically generat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4190" cy="9067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4ACB" w:rsidRPr="00794293">
      <w:rPr>
        <w:noProof/>
      </w:rPr>
      <w:drawing>
        <wp:anchor distT="0" distB="0" distL="114300" distR="114300" simplePos="0" relativeHeight="251658243" behindDoc="0" locked="1" layoutInCell="1" allowOverlap="1" wp14:anchorId="38CE2981" wp14:editId="581B1A98">
          <wp:simplePos x="0" y="0"/>
          <wp:positionH relativeFrom="page">
            <wp:posOffset>548640</wp:posOffset>
          </wp:positionH>
          <wp:positionV relativeFrom="page">
            <wp:posOffset>457200</wp:posOffset>
          </wp:positionV>
          <wp:extent cx="1133856" cy="987552"/>
          <wp:effectExtent l="0" t="0" r="0" b="3175"/>
          <wp:wrapSquare wrapText="bothSides"/>
          <wp:docPr id="13" name="Picture 13">
            <a:extLst xmlns:a="http://schemas.openxmlformats.org/drawingml/2006/main">
              <a:ext uri="{FF2B5EF4-FFF2-40B4-BE49-F238E27FC236}">
                <a16:creationId xmlns:a16="http://schemas.microsoft.com/office/drawing/2014/main" id="{DB927D1E-4EA6-A345-B7CB-912115E9408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8">
                    <a:extLst>
                      <a:ext uri="{FF2B5EF4-FFF2-40B4-BE49-F238E27FC236}">
                        <a16:creationId xmlns:a16="http://schemas.microsoft.com/office/drawing/2014/main" id="{DB927D1E-4EA6-A345-B7CB-912115E9408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3856" cy="9875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44ACB" w:rsidRPr="006E6D95">
      <w:rPr>
        <w:noProof/>
      </w:rPr>
      <w:drawing>
        <wp:anchor distT="0" distB="0" distL="114300" distR="114300" simplePos="0" relativeHeight="251658244" behindDoc="0" locked="1" layoutInCell="1" allowOverlap="1" wp14:anchorId="22D8262B" wp14:editId="593CF724">
          <wp:simplePos x="0" y="0"/>
          <wp:positionH relativeFrom="margin">
            <wp:posOffset>1554480</wp:posOffset>
          </wp:positionH>
          <wp:positionV relativeFrom="page">
            <wp:posOffset>496570</wp:posOffset>
          </wp:positionV>
          <wp:extent cx="3291840" cy="328930"/>
          <wp:effectExtent l="0" t="0" r="0" b="1270"/>
          <wp:wrapSquare wrapText="bothSides"/>
          <wp:docPr id="14" name="Picture 14" descr="A close up of a 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 descr="A close up of a logo&#10;&#10;Description automatically generated with low confidenc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91840" cy="328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44ACB" w:rsidRPr="006E6D95">
      <w:rPr>
        <w:noProof/>
      </w:rPr>
      <mc:AlternateContent>
        <mc:Choice Requires="wps">
          <w:drawing>
            <wp:anchor distT="0" distB="0" distL="114300" distR="114300" simplePos="0" relativeHeight="251658245" behindDoc="0" locked="1" layoutInCell="1" allowOverlap="1" wp14:anchorId="12E210C6" wp14:editId="05AA369A">
              <wp:simplePos x="0" y="0"/>
              <wp:positionH relativeFrom="margin">
                <wp:posOffset>1555750</wp:posOffset>
              </wp:positionH>
              <wp:positionV relativeFrom="page">
                <wp:posOffset>1131570</wp:posOffset>
              </wp:positionV>
              <wp:extent cx="3477260" cy="365760"/>
              <wp:effectExtent l="0" t="0" r="2540" b="2540"/>
              <wp:wrapSquare wrapText="bothSides"/>
              <wp:docPr id="45" name="Text Box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77260" cy="365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9B932" w14:textId="77777777" w:rsidR="00744ACB" w:rsidRPr="005906DB" w:rsidRDefault="00744ACB" w:rsidP="00744ACB">
                          <w:pPr>
                            <w:spacing w:after="0"/>
                            <w:rPr>
                              <w:rFonts w:ascii="AVENTA LIGHT" w:hAnsi="AVENTA LIGHT"/>
                              <w:sz w:val="21"/>
                              <w:szCs w:val="21"/>
                            </w:rPr>
                          </w:pPr>
                          <w:proofErr w:type="spellStart"/>
                          <w:r w:rsidRPr="005906DB">
                            <w:rPr>
                              <w:rFonts w:ascii="AVENTA LIGHT" w:hAnsi="AVENTA LIGHT"/>
                              <w:sz w:val="21"/>
                              <w:szCs w:val="21"/>
                            </w:rPr>
                            <w:t>Stefana</w:t>
                          </w:r>
                          <w:proofErr w:type="spellEnd"/>
                          <w:r w:rsidRPr="005906DB">
                            <w:rPr>
                              <w:rFonts w:ascii="AVENTA LIGHT" w:hAnsi="AVENTA LIGHT"/>
                              <w:sz w:val="21"/>
                              <w:szCs w:val="21"/>
                            </w:rPr>
                            <w:t xml:space="preserve"> Atlas, Managing Director</w:t>
                          </w:r>
                        </w:p>
                        <w:p w14:paraId="2C12886F" w14:textId="77777777" w:rsidR="00744ACB" w:rsidRPr="005906DB" w:rsidRDefault="00744ACB" w:rsidP="00744ACB">
                          <w:pPr>
                            <w:rPr>
                              <w:rFonts w:ascii="AVENTA LIGHT" w:hAnsi="AVENTA LIGHT"/>
                              <w:sz w:val="21"/>
                              <w:szCs w:val="21"/>
                            </w:rPr>
                          </w:pPr>
                          <w:r w:rsidRPr="005906DB">
                            <w:rPr>
                              <w:rFonts w:ascii="AVENTA LIGHT" w:hAnsi="AVENTA LIGHT"/>
                              <w:sz w:val="21"/>
                              <w:szCs w:val="21"/>
                            </w:rPr>
                            <w:t>Samantha Scully, Managing Director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E210C6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margin-left:122.5pt;margin-top:89.1pt;width:273.8pt;height:28.8pt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" filled="f" stroked="f" strokeweight=".5pt">
              <v:textbox inset="0,0,0,0">
                <w:txbxContent>
                  <w:p w14:paraId="4C09B932" w14:textId="77777777" w:rsidR="00744ACB" w:rsidRPr="005906DB" w:rsidRDefault="00744ACB" w:rsidP="00744ACB">
                    <w:pPr>
                      <w:spacing w:after="0"/>
                      <w:rPr>
                        <w:rFonts w:ascii="AVENTA LIGHT" w:hAnsi="AVENTA LIGHT"/>
                        <w:sz w:val="21"/>
                        <w:szCs w:val="21"/>
                      </w:rPr>
                    </w:pPr>
                    <w:proofErr w:type="spellStart"/>
                    <w:r w:rsidRPr="005906DB">
                      <w:rPr>
                        <w:rFonts w:ascii="AVENTA LIGHT" w:hAnsi="AVENTA LIGHT"/>
                        <w:sz w:val="21"/>
                        <w:szCs w:val="21"/>
                      </w:rPr>
                      <w:t>Stefana</w:t>
                    </w:r>
                    <w:proofErr w:type="spellEnd"/>
                    <w:r w:rsidRPr="005906DB">
                      <w:rPr>
                        <w:rFonts w:ascii="AVENTA LIGHT" w:hAnsi="AVENTA LIGHT"/>
                        <w:sz w:val="21"/>
                        <w:szCs w:val="21"/>
                      </w:rPr>
                      <w:t xml:space="preserve"> Atlas, Managing Director</w:t>
                    </w:r>
                  </w:p>
                  <w:p w14:paraId="2C12886F" w14:textId="77777777" w:rsidR="00744ACB" w:rsidRPr="005906DB" w:rsidRDefault="00744ACB" w:rsidP="00744ACB">
                    <w:pPr>
                      <w:rPr>
                        <w:rFonts w:ascii="AVENTA LIGHT" w:hAnsi="AVENTA LIGHT"/>
                        <w:sz w:val="21"/>
                        <w:szCs w:val="21"/>
                      </w:rPr>
                    </w:pPr>
                    <w:r w:rsidRPr="005906DB">
                      <w:rPr>
                        <w:rFonts w:ascii="AVENTA LIGHT" w:hAnsi="AVENTA LIGHT"/>
                        <w:sz w:val="21"/>
                        <w:szCs w:val="21"/>
                      </w:rPr>
                      <w:t>Samantha Scully, Managing Director</w:t>
                    </w: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  <w:r w:rsidR="00744ACB" w:rsidRPr="006E6D95">
      <w:rPr>
        <w:noProof/>
      </w:rPr>
      <mc:AlternateContent>
        <mc:Choice Requires="wps">
          <w:drawing>
            <wp:anchor distT="0" distB="0" distL="114300" distR="114300" simplePos="0" relativeHeight="251658246" behindDoc="0" locked="1" layoutInCell="1" allowOverlap="1" wp14:anchorId="6DFD6E09" wp14:editId="2E734309">
              <wp:simplePos x="0" y="0"/>
              <wp:positionH relativeFrom="margin">
                <wp:posOffset>5239385</wp:posOffset>
              </wp:positionH>
              <wp:positionV relativeFrom="page">
                <wp:posOffset>1131570</wp:posOffset>
              </wp:positionV>
              <wp:extent cx="1609090" cy="365760"/>
              <wp:effectExtent l="0" t="0" r="3810" b="2540"/>
              <wp:wrapSquare wrapText="bothSides"/>
              <wp:docPr id="47" name="Text Box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9090" cy="365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476C455" w14:textId="77777777" w:rsidR="00B72381" w:rsidRDefault="00B72381" w:rsidP="00B72381">
                          <w:pPr>
                            <w:spacing w:after="0" w:line="240" w:lineRule="auto"/>
                            <w:jc w:val="right"/>
                            <w:rPr>
                              <w:rFonts w:ascii="AVENTA LIGHT" w:hAnsi="AVENTA LIGHT"/>
                              <w:sz w:val="21"/>
                              <w:szCs w:val="21"/>
                            </w:rPr>
                          </w:pPr>
                          <w:r w:rsidRPr="00B72381">
                            <w:rPr>
                              <w:rFonts w:ascii="AVENTA LIGHT" w:hAnsi="AVENTA LIGHT"/>
                              <w:sz w:val="21"/>
                              <w:szCs w:val="21"/>
                            </w:rPr>
                            <w:t>www.arabella-arts.com</w:t>
                          </w:r>
                        </w:p>
                        <w:p w14:paraId="2B56A841" w14:textId="77777777" w:rsidR="00744ACB" w:rsidRPr="00D42D8F" w:rsidRDefault="00744ACB" w:rsidP="00B72381">
                          <w:pPr>
                            <w:spacing w:after="0" w:line="240" w:lineRule="auto"/>
                            <w:jc w:val="right"/>
                            <w:rPr>
                              <w:rFonts w:ascii="AVENTA LIGHT" w:hAnsi="AVENTA LIGHT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VENTA LIGHT" w:hAnsi="AVENTA LIGHT"/>
                              <w:sz w:val="21"/>
                              <w:szCs w:val="21"/>
                            </w:rPr>
                            <w:t>info@arabella-arts.com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FD6E09" id="Text Box 47" o:spid="_x0000_s1027" type="#_x0000_t202" style="position:absolute;margin-left:412.55pt;margin-top:89.1pt;width:126.7pt;height:28.8pt;z-index:2516582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" filled="f" stroked="f" strokeweight=".5pt">
              <v:textbox inset="0,0,0,0">
                <w:txbxContent>
                  <w:p w14:paraId="1476C455" w14:textId="77777777" w:rsidR="00B72381" w:rsidRDefault="00B72381" w:rsidP="00B72381">
                    <w:pPr>
                      <w:spacing w:after="0" w:line="240" w:lineRule="auto"/>
                      <w:jc w:val="right"/>
                      <w:rPr>
                        <w:rFonts w:ascii="AVENTA LIGHT" w:hAnsi="AVENTA LIGHT"/>
                        <w:sz w:val="21"/>
                        <w:szCs w:val="21"/>
                      </w:rPr>
                    </w:pPr>
                    <w:r w:rsidRPr="00B72381">
                      <w:rPr>
                        <w:rFonts w:ascii="AVENTA LIGHT" w:hAnsi="AVENTA LIGHT"/>
                        <w:sz w:val="21"/>
                        <w:szCs w:val="21"/>
                      </w:rPr>
                      <w:t>www.arabella-arts.com</w:t>
                    </w:r>
                  </w:p>
                  <w:p w14:paraId="2B56A841" w14:textId="77777777" w:rsidR="00744ACB" w:rsidRPr="00D42D8F" w:rsidRDefault="00744ACB" w:rsidP="00B72381">
                    <w:pPr>
                      <w:spacing w:after="0" w:line="240" w:lineRule="auto"/>
                      <w:jc w:val="right"/>
                      <w:rPr>
                        <w:rFonts w:ascii="AVENTA LIGHT" w:hAnsi="AVENTA LIGHT"/>
                        <w:sz w:val="21"/>
                        <w:szCs w:val="21"/>
                      </w:rPr>
                    </w:pPr>
                    <w:r>
                      <w:rPr>
                        <w:rFonts w:ascii="AVENTA LIGHT" w:hAnsi="AVENTA LIGHT"/>
                        <w:sz w:val="21"/>
                        <w:szCs w:val="21"/>
                      </w:rPr>
                      <w:t>info@arabella-arts.com</w:t>
                    </w: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3AA4F" w14:textId="77777777" w:rsidR="00DB5201" w:rsidRDefault="00916DF6">
    <w:pPr>
      <w:pStyle w:val="Header"/>
    </w:pPr>
    <w:r>
      <w:rPr>
        <w:noProof/>
      </w:rPr>
      <w:pict w14:anchorId="16DF7C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83320175" o:spid="_x0000_s1025" type="#_x0000_t75" alt="" style="position:absolute;margin-left:0;margin-top:0;width:539.7pt;height:714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AAB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attachedTemplate r:id="rId1"/>
  <w:defaultTabStop w:val="720"/>
  <w:drawingGridHorizontalSpacing w:val="187"/>
  <w:drawingGridVerticalSpacing w:val="187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9EB"/>
    <w:rsid w:val="000003E1"/>
    <w:rsid w:val="00001497"/>
    <w:rsid w:val="000028C0"/>
    <w:rsid w:val="00007DC7"/>
    <w:rsid w:val="000128CB"/>
    <w:rsid w:val="00013493"/>
    <w:rsid w:val="00013D02"/>
    <w:rsid w:val="0001678A"/>
    <w:rsid w:val="000244A1"/>
    <w:rsid w:val="00030229"/>
    <w:rsid w:val="000307F0"/>
    <w:rsid w:val="000335F1"/>
    <w:rsid w:val="00041F1B"/>
    <w:rsid w:val="00043C51"/>
    <w:rsid w:val="00044F09"/>
    <w:rsid w:val="00046063"/>
    <w:rsid w:val="00050340"/>
    <w:rsid w:val="000531C3"/>
    <w:rsid w:val="00054296"/>
    <w:rsid w:val="00055D9D"/>
    <w:rsid w:val="0005677F"/>
    <w:rsid w:val="000655AF"/>
    <w:rsid w:val="00065A76"/>
    <w:rsid w:val="00070FF5"/>
    <w:rsid w:val="00073BD3"/>
    <w:rsid w:val="00080A0A"/>
    <w:rsid w:val="000815C1"/>
    <w:rsid w:val="000862F2"/>
    <w:rsid w:val="00086AB6"/>
    <w:rsid w:val="0009123B"/>
    <w:rsid w:val="000A0672"/>
    <w:rsid w:val="000A50B6"/>
    <w:rsid w:val="000A6E9B"/>
    <w:rsid w:val="000A7CF5"/>
    <w:rsid w:val="000B1AD6"/>
    <w:rsid w:val="000B4DFA"/>
    <w:rsid w:val="000B6230"/>
    <w:rsid w:val="000C4AC4"/>
    <w:rsid w:val="000C4D84"/>
    <w:rsid w:val="000C5E52"/>
    <w:rsid w:val="000D0DCE"/>
    <w:rsid w:val="000D4B7C"/>
    <w:rsid w:val="000E264A"/>
    <w:rsid w:val="000E5A36"/>
    <w:rsid w:val="000F0503"/>
    <w:rsid w:val="000F0834"/>
    <w:rsid w:val="000F0F16"/>
    <w:rsid w:val="000F0F72"/>
    <w:rsid w:val="000F17F0"/>
    <w:rsid w:val="000F249A"/>
    <w:rsid w:val="000F30BB"/>
    <w:rsid w:val="000F3832"/>
    <w:rsid w:val="000F40C3"/>
    <w:rsid w:val="000F4FEE"/>
    <w:rsid w:val="00101335"/>
    <w:rsid w:val="0010280E"/>
    <w:rsid w:val="0010291A"/>
    <w:rsid w:val="00106DE4"/>
    <w:rsid w:val="00112DCE"/>
    <w:rsid w:val="001277E6"/>
    <w:rsid w:val="00135071"/>
    <w:rsid w:val="0013553D"/>
    <w:rsid w:val="00136939"/>
    <w:rsid w:val="00140173"/>
    <w:rsid w:val="00141053"/>
    <w:rsid w:val="001418DA"/>
    <w:rsid w:val="00147E4F"/>
    <w:rsid w:val="0015213C"/>
    <w:rsid w:val="001642E9"/>
    <w:rsid w:val="00172AF0"/>
    <w:rsid w:val="001756E0"/>
    <w:rsid w:val="00191D58"/>
    <w:rsid w:val="0019352D"/>
    <w:rsid w:val="001A4570"/>
    <w:rsid w:val="001A59BB"/>
    <w:rsid w:val="001B440F"/>
    <w:rsid w:val="001B5C73"/>
    <w:rsid w:val="001B6AE7"/>
    <w:rsid w:val="001C2A2D"/>
    <w:rsid w:val="001C58D4"/>
    <w:rsid w:val="001D0A7F"/>
    <w:rsid w:val="001D23FC"/>
    <w:rsid w:val="001D7891"/>
    <w:rsid w:val="001E3260"/>
    <w:rsid w:val="001E49D4"/>
    <w:rsid w:val="001E7268"/>
    <w:rsid w:val="001E7306"/>
    <w:rsid w:val="001E740D"/>
    <w:rsid w:val="001F0784"/>
    <w:rsid w:val="001F76AE"/>
    <w:rsid w:val="00200D2E"/>
    <w:rsid w:val="00200E6E"/>
    <w:rsid w:val="002022CC"/>
    <w:rsid w:val="002112C4"/>
    <w:rsid w:val="0021362A"/>
    <w:rsid w:val="0021514C"/>
    <w:rsid w:val="00230022"/>
    <w:rsid w:val="00236152"/>
    <w:rsid w:val="00236E67"/>
    <w:rsid w:val="002448F4"/>
    <w:rsid w:val="00254E8B"/>
    <w:rsid w:val="00260C07"/>
    <w:rsid w:val="002672E3"/>
    <w:rsid w:val="00270549"/>
    <w:rsid w:val="00271008"/>
    <w:rsid w:val="002722AF"/>
    <w:rsid w:val="002732E0"/>
    <w:rsid w:val="00274A11"/>
    <w:rsid w:val="002774F4"/>
    <w:rsid w:val="00284692"/>
    <w:rsid w:val="00285F37"/>
    <w:rsid w:val="00290427"/>
    <w:rsid w:val="00290930"/>
    <w:rsid w:val="00295688"/>
    <w:rsid w:val="002969DA"/>
    <w:rsid w:val="002A0AA6"/>
    <w:rsid w:val="002A27C8"/>
    <w:rsid w:val="002A2F44"/>
    <w:rsid w:val="002A40CF"/>
    <w:rsid w:val="002B6A70"/>
    <w:rsid w:val="002C17A1"/>
    <w:rsid w:val="002D057F"/>
    <w:rsid w:val="002D083F"/>
    <w:rsid w:val="002D115B"/>
    <w:rsid w:val="002D495C"/>
    <w:rsid w:val="002D7CF5"/>
    <w:rsid w:val="002F37EF"/>
    <w:rsid w:val="00302BB6"/>
    <w:rsid w:val="0030348D"/>
    <w:rsid w:val="00304B18"/>
    <w:rsid w:val="003105A6"/>
    <w:rsid w:val="00313732"/>
    <w:rsid w:val="00315E87"/>
    <w:rsid w:val="003220B0"/>
    <w:rsid w:val="00322929"/>
    <w:rsid w:val="0033050D"/>
    <w:rsid w:val="00330656"/>
    <w:rsid w:val="003317DC"/>
    <w:rsid w:val="00332998"/>
    <w:rsid w:val="00333AD2"/>
    <w:rsid w:val="0033562D"/>
    <w:rsid w:val="00335A8D"/>
    <w:rsid w:val="003360B3"/>
    <w:rsid w:val="0034087D"/>
    <w:rsid w:val="00341594"/>
    <w:rsid w:val="003436AC"/>
    <w:rsid w:val="00350A52"/>
    <w:rsid w:val="0035202F"/>
    <w:rsid w:val="00352085"/>
    <w:rsid w:val="00353E54"/>
    <w:rsid w:val="00357AD9"/>
    <w:rsid w:val="00360524"/>
    <w:rsid w:val="00360B83"/>
    <w:rsid w:val="00360FBD"/>
    <w:rsid w:val="0036106B"/>
    <w:rsid w:val="00361089"/>
    <w:rsid w:val="00361326"/>
    <w:rsid w:val="0036796C"/>
    <w:rsid w:val="00367CF5"/>
    <w:rsid w:val="0037093A"/>
    <w:rsid w:val="0037236E"/>
    <w:rsid w:val="00373014"/>
    <w:rsid w:val="003821F0"/>
    <w:rsid w:val="003A0FEE"/>
    <w:rsid w:val="003A608B"/>
    <w:rsid w:val="003B0B66"/>
    <w:rsid w:val="003B33AD"/>
    <w:rsid w:val="003C16D2"/>
    <w:rsid w:val="003C6327"/>
    <w:rsid w:val="003D7474"/>
    <w:rsid w:val="003E2527"/>
    <w:rsid w:val="003E474B"/>
    <w:rsid w:val="003E5AF6"/>
    <w:rsid w:val="003F25DB"/>
    <w:rsid w:val="003F7465"/>
    <w:rsid w:val="00407933"/>
    <w:rsid w:val="00411ABE"/>
    <w:rsid w:val="00415EC8"/>
    <w:rsid w:val="00416420"/>
    <w:rsid w:val="004167CF"/>
    <w:rsid w:val="00417DA5"/>
    <w:rsid w:val="00420C17"/>
    <w:rsid w:val="00421E14"/>
    <w:rsid w:val="004245CF"/>
    <w:rsid w:val="00431CC1"/>
    <w:rsid w:val="0043765A"/>
    <w:rsid w:val="00443128"/>
    <w:rsid w:val="00444861"/>
    <w:rsid w:val="004471A8"/>
    <w:rsid w:val="00447C46"/>
    <w:rsid w:val="00450600"/>
    <w:rsid w:val="00450A74"/>
    <w:rsid w:val="00450B1C"/>
    <w:rsid w:val="00451828"/>
    <w:rsid w:val="00451B9E"/>
    <w:rsid w:val="00456B9A"/>
    <w:rsid w:val="00462CD9"/>
    <w:rsid w:val="00465D5F"/>
    <w:rsid w:val="00471BF8"/>
    <w:rsid w:val="00474B62"/>
    <w:rsid w:val="00475EB3"/>
    <w:rsid w:val="0047627A"/>
    <w:rsid w:val="004767AC"/>
    <w:rsid w:val="00476BDC"/>
    <w:rsid w:val="0048181A"/>
    <w:rsid w:val="004836F3"/>
    <w:rsid w:val="0048718C"/>
    <w:rsid w:val="0049114D"/>
    <w:rsid w:val="00491453"/>
    <w:rsid w:val="00492F7E"/>
    <w:rsid w:val="00496407"/>
    <w:rsid w:val="004A29D7"/>
    <w:rsid w:val="004A51F0"/>
    <w:rsid w:val="004A59A8"/>
    <w:rsid w:val="004A5CA8"/>
    <w:rsid w:val="004B2168"/>
    <w:rsid w:val="004B53EE"/>
    <w:rsid w:val="004B7FAB"/>
    <w:rsid w:val="004C2CAA"/>
    <w:rsid w:val="004C7221"/>
    <w:rsid w:val="004C7594"/>
    <w:rsid w:val="004D15D9"/>
    <w:rsid w:val="004D7EDE"/>
    <w:rsid w:val="004E0E21"/>
    <w:rsid w:val="004E21C8"/>
    <w:rsid w:val="004E2BF6"/>
    <w:rsid w:val="004E5A79"/>
    <w:rsid w:val="004F42E9"/>
    <w:rsid w:val="004F701A"/>
    <w:rsid w:val="00502412"/>
    <w:rsid w:val="005052E0"/>
    <w:rsid w:val="00521A2B"/>
    <w:rsid w:val="0052396C"/>
    <w:rsid w:val="00527668"/>
    <w:rsid w:val="00527A47"/>
    <w:rsid w:val="005358EA"/>
    <w:rsid w:val="0053617D"/>
    <w:rsid w:val="00541E69"/>
    <w:rsid w:val="00546373"/>
    <w:rsid w:val="00550A41"/>
    <w:rsid w:val="00550C02"/>
    <w:rsid w:val="0055310D"/>
    <w:rsid w:val="00553935"/>
    <w:rsid w:val="00555C27"/>
    <w:rsid w:val="00561982"/>
    <w:rsid w:val="00562CD2"/>
    <w:rsid w:val="005668D1"/>
    <w:rsid w:val="00570C5A"/>
    <w:rsid w:val="0057142E"/>
    <w:rsid w:val="00573B12"/>
    <w:rsid w:val="00575795"/>
    <w:rsid w:val="00577F77"/>
    <w:rsid w:val="0058017A"/>
    <w:rsid w:val="005906DB"/>
    <w:rsid w:val="005A0A7B"/>
    <w:rsid w:val="005A2853"/>
    <w:rsid w:val="005A296E"/>
    <w:rsid w:val="005A2D5E"/>
    <w:rsid w:val="005A708E"/>
    <w:rsid w:val="005B0DFA"/>
    <w:rsid w:val="005B7D97"/>
    <w:rsid w:val="005C4D54"/>
    <w:rsid w:val="005C4EC3"/>
    <w:rsid w:val="005D460C"/>
    <w:rsid w:val="005D7881"/>
    <w:rsid w:val="005D7E8A"/>
    <w:rsid w:val="005E0BD6"/>
    <w:rsid w:val="005E151F"/>
    <w:rsid w:val="005E5A6D"/>
    <w:rsid w:val="005E7D71"/>
    <w:rsid w:val="005F158A"/>
    <w:rsid w:val="005F580C"/>
    <w:rsid w:val="005F68D9"/>
    <w:rsid w:val="006059BE"/>
    <w:rsid w:val="006079BF"/>
    <w:rsid w:val="00607D72"/>
    <w:rsid w:val="00610240"/>
    <w:rsid w:val="00617788"/>
    <w:rsid w:val="00623FBD"/>
    <w:rsid w:val="00624CFC"/>
    <w:rsid w:val="00630E67"/>
    <w:rsid w:val="006406C9"/>
    <w:rsid w:val="00645F8F"/>
    <w:rsid w:val="00647440"/>
    <w:rsid w:val="006503E5"/>
    <w:rsid w:val="0065212B"/>
    <w:rsid w:val="00655080"/>
    <w:rsid w:val="006632C5"/>
    <w:rsid w:val="00665EFB"/>
    <w:rsid w:val="00666FB1"/>
    <w:rsid w:val="00670750"/>
    <w:rsid w:val="00672B21"/>
    <w:rsid w:val="006748CE"/>
    <w:rsid w:val="00676302"/>
    <w:rsid w:val="0068044A"/>
    <w:rsid w:val="00690EAD"/>
    <w:rsid w:val="00693CBB"/>
    <w:rsid w:val="0069492C"/>
    <w:rsid w:val="0069701E"/>
    <w:rsid w:val="00697503"/>
    <w:rsid w:val="00697AED"/>
    <w:rsid w:val="006A1639"/>
    <w:rsid w:val="006A61E8"/>
    <w:rsid w:val="006A7D4A"/>
    <w:rsid w:val="006B1613"/>
    <w:rsid w:val="006B4AC0"/>
    <w:rsid w:val="006C2285"/>
    <w:rsid w:val="006C2BFF"/>
    <w:rsid w:val="006C4142"/>
    <w:rsid w:val="006C4D85"/>
    <w:rsid w:val="006C5AEA"/>
    <w:rsid w:val="006C5DB2"/>
    <w:rsid w:val="006C682F"/>
    <w:rsid w:val="006D5D77"/>
    <w:rsid w:val="006D6FC1"/>
    <w:rsid w:val="006E6D95"/>
    <w:rsid w:val="006F1021"/>
    <w:rsid w:val="006F3AEE"/>
    <w:rsid w:val="006F602A"/>
    <w:rsid w:val="00703A6E"/>
    <w:rsid w:val="0071135D"/>
    <w:rsid w:val="007176DA"/>
    <w:rsid w:val="0072075A"/>
    <w:rsid w:val="00720B52"/>
    <w:rsid w:val="00720D53"/>
    <w:rsid w:val="007225A7"/>
    <w:rsid w:val="00724DBB"/>
    <w:rsid w:val="0072723C"/>
    <w:rsid w:val="00731603"/>
    <w:rsid w:val="00732BE8"/>
    <w:rsid w:val="007417AE"/>
    <w:rsid w:val="007418A6"/>
    <w:rsid w:val="00742B12"/>
    <w:rsid w:val="007435DA"/>
    <w:rsid w:val="00743D3D"/>
    <w:rsid w:val="00744ACB"/>
    <w:rsid w:val="00745262"/>
    <w:rsid w:val="0074544B"/>
    <w:rsid w:val="0074769F"/>
    <w:rsid w:val="007476A7"/>
    <w:rsid w:val="00747C1B"/>
    <w:rsid w:val="00750FC6"/>
    <w:rsid w:val="00751C6B"/>
    <w:rsid w:val="007527E2"/>
    <w:rsid w:val="00762DBC"/>
    <w:rsid w:val="007634BC"/>
    <w:rsid w:val="00765146"/>
    <w:rsid w:val="007661A3"/>
    <w:rsid w:val="0077032B"/>
    <w:rsid w:val="00770A88"/>
    <w:rsid w:val="00772495"/>
    <w:rsid w:val="0077311B"/>
    <w:rsid w:val="00780453"/>
    <w:rsid w:val="0078658A"/>
    <w:rsid w:val="00794293"/>
    <w:rsid w:val="007A4C3F"/>
    <w:rsid w:val="007A5BFD"/>
    <w:rsid w:val="007B4FCB"/>
    <w:rsid w:val="007B67D4"/>
    <w:rsid w:val="007C20B2"/>
    <w:rsid w:val="007C47C4"/>
    <w:rsid w:val="007C4FDA"/>
    <w:rsid w:val="007C6D15"/>
    <w:rsid w:val="007C6EB6"/>
    <w:rsid w:val="007C7C48"/>
    <w:rsid w:val="007D1AEF"/>
    <w:rsid w:val="007D5A07"/>
    <w:rsid w:val="007D6151"/>
    <w:rsid w:val="007D68BE"/>
    <w:rsid w:val="007E2926"/>
    <w:rsid w:val="007E525B"/>
    <w:rsid w:val="0080192A"/>
    <w:rsid w:val="008042CA"/>
    <w:rsid w:val="0081273E"/>
    <w:rsid w:val="00812E89"/>
    <w:rsid w:val="008149C3"/>
    <w:rsid w:val="0082272F"/>
    <w:rsid w:val="00823337"/>
    <w:rsid w:val="0082486F"/>
    <w:rsid w:val="00824A63"/>
    <w:rsid w:val="00826712"/>
    <w:rsid w:val="00830EE9"/>
    <w:rsid w:val="00832B9F"/>
    <w:rsid w:val="00835FF5"/>
    <w:rsid w:val="00836EB7"/>
    <w:rsid w:val="008428EF"/>
    <w:rsid w:val="00850E6B"/>
    <w:rsid w:val="00852625"/>
    <w:rsid w:val="00855AAF"/>
    <w:rsid w:val="00856B79"/>
    <w:rsid w:val="00864789"/>
    <w:rsid w:val="00873C04"/>
    <w:rsid w:val="008759B2"/>
    <w:rsid w:val="00880099"/>
    <w:rsid w:val="00880E5F"/>
    <w:rsid w:val="008848C1"/>
    <w:rsid w:val="008853FF"/>
    <w:rsid w:val="00885C15"/>
    <w:rsid w:val="00891142"/>
    <w:rsid w:val="008A7782"/>
    <w:rsid w:val="008B0D17"/>
    <w:rsid w:val="008B1745"/>
    <w:rsid w:val="008B4D07"/>
    <w:rsid w:val="008B5E64"/>
    <w:rsid w:val="008C5F6F"/>
    <w:rsid w:val="008C7AD5"/>
    <w:rsid w:val="008D3F4E"/>
    <w:rsid w:val="008E4C19"/>
    <w:rsid w:val="008E5CF9"/>
    <w:rsid w:val="008E6562"/>
    <w:rsid w:val="008E6608"/>
    <w:rsid w:val="008F05F9"/>
    <w:rsid w:val="008F1F19"/>
    <w:rsid w:val="008F1FE1"/>
    <w:rsid w:val="008F3809"/>
    <w:rsid w:val="008F6290"/>
    <w:rsid w:val="00901DD5"/>
    <w:rsid w:val="0090207B"/>
    <w:rsid w:val="009034DF"/>
    <w:rsid w:val="00903564"/>
    <w:rsid w:val="009112A1"/>
    <w:rsid w:val="00915D29"/>
    <w:rsid w:val="00916DF6"/>
    <w:rsid w:val="009212FD"/>
    <w:rsid w:val="00922E23"/>
    <w:rsid w:val="00925DA3"/>
    <w:rsid w:val="0093226B"/>
    <w:rsid w:val="00946962"/>
    <w:rsid w:val="00946CFE"/>
    <w:rsid w:val="00950DF6"/>
    <w:rsid w:val="00953F9A"/>
    <w:rsid w:val="009542EA"/>
    <w:rsid w:val="00961EF7"/>
    <w:rsid w:val="00962B12"/>
    <w:rsid w:val="00963004"/>
    <w:rsid w:val="00963AEE"/>
    <w:rsid w:val="00973F4C"/>
    <w:rsid w:val="009752B1"/>
    <w:rsid w:val="0097558B"/>
    <w:rsid w:val="0098067E"/>
    <w:rsid w:val="00984643"/>
    <w:rsid w:val="00984AF7"/>
    <w:rsid w:val="00986A09"/>
    <w:rsid w:val="00986ECC"/>
    <w:rsid w:val="00987419"/>
    <w:rsid w:val="00990D75"/>
    <w:rsid w:val="009924C5"/>
    <w:rsid w:val="00994628"/>
    <w:rsid w:val="009A0113"/>
    <w:rsid w:val="009A10AD"/>
    <w:rsid w:val="009A4F07"/>
    <w:rsid w:val="009B138C"/>
    <w:rsid w:val="009B7756"/>
    <w:rsid w:val="009C0E15"/>
    <w:rsid w:val="009C6AE9"/>
    <w:rsid w:val="009D0C78"/>
    <w:rsid w:val="009D2F6D"/>
    <w:rsid w:val="009D3604"/>
    <w:rsid w:val="009D5DC0"/>
    <w:rsid w:val="009D60D6"/>
    <w:rsid w:val="009D6D01"/>
    <w:rsid w:val="009D796E"/>
    <w:rsid w:val="009E2B74"/>
    <w:rsid w:val="009E4A9E"/>
    <w:rsid w:val="00A0020C"/>
    <w:rsid w:val="00A02038"/>
    <w:rsid w:val="00A14AA4"/>
    <w:rsid w:val="00A2195A"/>
    <w:rsid w:val="00A27BE9"/>
    <w:rsid w:val="00A308C2"/>
    <w:rsid w:val="00A30E51"/>
    <w:rsid w:val="00A34EDF"/>
    <w:rsid w:val="00A41211"/>
    <w:rsid w:val="00A47F44"/>
    <w:rsid w:val="00A54748"/>
    <w:rsid w:val="00A54F49"/>
    <w:rsid w:val="00A55331"/>
    <w:rsid w:val="00A56598"/>
    <w:rsid w:val="00A57E2B"/>
    <w:rsid w:val="00A607BC"/>
    <w:rsid w:val="00A62887"/>
    <w:rsid w:val="00A62AF6"/>
    <w:rsid w:val="00A679EB"/>
    <w:rsid w:val="00A72F8B"/>
    <w:rsid w:val="00A738CF"/>
    <w:rsid w:val="00A74B96"/>
    <w:rsid w:val="00A816B9"/>
    <w:rsid w:val="00A81DE6"/>
    <w:rsid w:val="00A830AA"/>
    <w:rsid w:val="00A84408"/>
    <w:rsid w:val="00A90BE9"/>
    <w:rsid w:val="00A92186"/>
    <w:rsid w:val="00A92BBB"/>
    <w:rsid w:val="00A930B9"/>
    <w:rsid w:val="00A9554A"/>
    <w:rsid w:val="00AA395A"/>
    <w:rsid w:val="00AA53E0"/>
    <w:rsid w:val="00AA7D91"/>
    <w:rsid w:val="00AB3CC3"/>
    <w:rsid w:val="00AC0873"/>
    <w:rsid w:val="00AC6BCF"/>
    <w:rsid w:val="00AD07E0"/>
    <w:rsid w:val="00AD15E2"/>
    <w:rsid w:val="00AD1EB7"/>
    <w:rsid w:val="00AD3A26"/>
    <w:rsid w:val="00AD67B4"/>
    <w:rsid w:val="00AD6965"/>
    <w:rsid w:val="00AE01B6"/>
    <w:rsid w:val="00AE1147"/>
    <w:rsid w:val="00AE12F3"/>
    <w:rsid w:val="00AE2CC3"/>
    <w:rsid w:val="00AE2CFE"/>
    <w:rsid w:val="00AF698F"/>
    <w:rsid w:val="00B01413"/>
    <w:rsid w:val="00B07467"/>
    <w:rsid w:val="00B074D8"/>
    <w:rsid w:val="00B10E34"/>
    <w:rsid w:val="00B1506F"/>
    <w:rsid w:val="00B157B0"/>
    <w:rsid w:val="00B16B73"/>
    <w:rsid w:val="00B255EB"/>
    <w:rsid w:val="00B264BF"/>
    <w:rsid w:val="00B273A5"/>
    <w:rsid w:val="00B31A88"/>
    <w:rsid w:val="00B35E5A"/>
    <w:rsid w:val="00B47BC1"/>
    <w:rsid w:val="00B522FF"/>
    <w:rsid w:val="00B52A2C"/>
    <w:rsid w:val="00B5305B"/>
    <w:rsid w:val="00B542C6"/>
    <w:rsid w:val="00B5654A"/>
    <w:rsid w:val="00B60E57"/>
    <w:rsid w:val="00B61B6C"/>
    <w:rsid w:val="00B66EDB"/>
    <w:rsid w:val="00B717AF"/>
    <w:rsid w:val="00B72381"/>
    <w:rsid w:val="00B7300B"/>
    <w:rsid w:val="00B76137"/>
    <w:rsid w:val="00B81099"/>
    <w:rsid w:val="00B85EAB"/>
    <w:rsid w:val="00B94E76"/>
    <w:rsid w:val="00BA4153"/>
    <w:rsid w:val="00BA70FC"/>
    <w:rsid w:val="00BA7EA4"/>
    <w:rsid w:val="00BB1A54"/>
    <w:rsid w:val="00BB33B8"/>
    <w:rsid w:val="00BB5BA9"/>
    <w:rsid w:val="00BB7E1E"/>
    <w:rsid w:val="00BC2B0D"/>
    <w:rsid w:val="00BC3912"/>
    <w:rsid w:val="00BC3B74"/>
    <w:rsid w:val="00BC5F26"/>
    <w:rsid w:val="00BC7B05"/>
    <w:rsid w:val="00BD18C9"/>
    <w:rsid w:val="00BD3DD0"/>
    <w:rsid w:val="00BD44EB"/>
    <w:rsid w:val="00BD55EB"/>
    <w:rsid w:val="00BD658E"/>
    <w:rsid w:val="00BD7A23"/>
    <w:rsid w:val="00BE1282"/>
    <w:rsid w:val="00BE38E9"/>
    <w:rsid w:val="00BE68ED"/>
    <w:rsid w:val="00BF193E"/>
    <w:rsid w:val="00BF7FF0"/>
    <w:rsid w:val="00C0336D"/>
    <w:rsid w:val="00C04669"/>
    <w:rsid w:val="00C05DEB"/>
    <w:rsid w:val="00C06A53"/>
    <w:rsid w:val="00C108D0"/>
    <w:rsid w:val="00C10B60"/>
    <w:rsid w:val="00C1517F"/>
    <w:rsid w:val="00C218A4"/>
    <w:rsid w:val="00C22805"/>
    <w:rsid w:val="00C25247"/>
    <w:rsid w:val="00C27B6B"/>
    <w:rsid w:val="00C35168"/>
    <w:rsid w:val="00C36C20"/>
    <w:rsid w:val="00C43666"/>
    <w:rsid w:val="00C46A69"/>
    <w:rsid w:val="00C471F3"/>
    <w:rsid w:val="00C537D8"/>
    <w:rsid w:val="00C56ADD"/>
    <w:rsid w:val="00C57090"/>
    <w:rsid w:val="00C5713F"/>
    <w:rsid w:val="00C60AD5"/>
    <w:rsid w:val="00C60D10"/>
    <w:rsid w:val="00C65ED8"/>
    <w:rsid w:val="00C661D3"/>
    <w:rsid w:val="00C670C8"/>
    <w:rsid w:val="00C67C06"/>
    <w:rsid w:val="00C70235"/>
    <w:rsid w:val="00C82757"/>
    <w:rsid w:val="00C950DA"/>
    <w:rsid w:val="00C9593F"/>
    <w:rsid w:val="00CA0128"/>
    <w:rsid w:val="00CA0E74"/>
    <w:rsid w:val="00CA5C1D"/>
    <w:rsid w:val="00CB2392"/>
    <w:rsid w:val="00CB3E17"/>
    <w:rsid w:val="00CB4B12"/>
    <w:rsid w:val="00CB69FA"/>
    <w:rsid w:val="00CD4269"/>
    <w:rsid w:val="00CD68B8"/>
    <w:rsid w:val="00CE4997"/>
    <w:rsid w:val="00CE5671"/>
    <w:rsid w:val="00CF253C"/>
    <w:rsid w:val="00CF2FF6"/>
    <w:rsid w:val="00CF7C52"/>
    <w:rsid w:val="00D01163"/>
    <w:rsid w:val="00D027E1"/>
    <w:rsid w:val="00D0460A"/>
    <w:rsid w:val="00D054DB"/>
    <w:rsid w:val="00D11291"/>
    <w:rsid w:val="00D15BD4"/>
    <w:rsid w:val="00D2050D"/>
    <w:rsid w:val="00D22CC7"/>
    <w:rsid w:val="00D234E3"/>
    <w:rsid w:val="00D23DBF"/>
    <w:rsid w:val="00D2762B"/>
    <w:rsid w:val="00D31CBC"/>
    <w:rsid w:val="00D32309"/>
    <w:rsid w:val="00D4089B"/>
    <w:rsid w:val="00D42D8F"/>
    <w:rsid w:val="00D435F0"/>
    <w:rsid w:val="00D449DF"/>
    <w:rsid w:val="00D46BF0"/>
    <w:rsid w:val="00D47252"/>
    <w:rsid w:val="00D5129C"/>
    <w:rsid w:val="00D512BC"/>
    <w:rsid w:val="00D5718F"/>
    <w:rsid w:val="00D57FBB"/>
    <w:rsid w:val="00D61F53"/>
    <w:rsid w:val="00D65FCE"/>
    <w:rsid w:val="00D668E1"/>
    <w:rsid w:val="00D67608"/>
    <w:rsid w:val="00D67FB7"/>
    <w:rsid w:val="00D72F95"/>
    <w:rsid w:val="00D83189"/>
    <w:rsid w:val="00D86608"/>
    <w:rsid w:val="00D936A8"/>
    <w:rsid w:val="00DA540E"/>
    <w:rsid w:val="00DA6FAE"/>
    <w:rsid w:val="00DB12B5"/>
    <w:rsid w:val="00DB13A2"/>
    <w:rsid w:val="00DB243A"/>
    <w:rsid w:val="00DB5201"/>
    <w:rsid w:val="00DB5743"/>
    <w:rsid w:val="00DB5F8D"/>
    <w:rsid w:val="00DC082B"/>
    <w:rsid w:val="00DC3212"/>
    <w:rsid w:val="00DC39E5"/>
    <w:rsid w:val="00DC6C3D"/>
    <w:rsid w:val="00DD5967"/>
    <w:rsid w:val="00DE1C39"/>
    <w:rsid w:val="00DE4E4E"/>
    <w:rsid w:val="00DF0D54"/>
    <w:rsid w:val="00DF2367"/>
    <w:rsid w:val="00DF57FB"/>
    <w:rsid w:val="00E00836"/>
    <w:rsid w:val="00E03B8C"/>
    <w:rsid w:val="00E13911"/>
    <w:rsid w:val="00E13B6E"/>
    <w:rsid w:val="00E1409A"/>
    <w:rsid w:val="00E20F9A"/>
    <w:rsid w:val="00E21AD1"/>
    <w:rsid w:val="00E226BD"/>
    <w:rsid w:val="00E231FF"/>
    <w:rsid w:val="00E26AB5"/>
    <w:rsid w:val="00E26C3A"/>
    <w:rsid w:val="00E31CBD"/>
    <w:rsid w:val="00E363B2"/>
    <w:rsid w:val="00E40F72"/>
    <w:rsid w:val="00E413CB"/>
    <w:rsid w:val="00E4492E"/>
    <w:rsid w:val="00E44D7E"/>
    <w:rsid w:val="00E467EB"/>
    <w:rsid w:val="00E46CAB"/>
    <w:rsid w:val="00E4747D"/>
    <w:rsid w:val="00E511FA"/>
    <w:rsid w:val="00E512F0"/>
    <w:rsid w:val="00E63337"/>
    <w:rsid w:val="00E66398"/>
    <w:rsid w:val="00E66E57"/>
    <w:rsid w:val="00E67196"/>
    <w:rsid w:val="00E672DF"/>
    <w:rsid w:val="00E70BA7"/>
    <w:rsid w:val="00E72050"/>
    <w:rsid w:val="00E73C01"/>
    <w:rsid w:val="00E74204"/>
    <w:rsid w:val="00E77703"/>
    <w:rsid w:val="00E80654"/>
    <w:rsid w:val="00E8435C"/>
    <w:rsid w:val="00E848E8"/>
    <w:rsid w:val="00E87407"/>
    <w:rsid w:val="00E90110"/>
    <w:rsid w:val="00E9029D"/>
    <w:rsid w:val="00E91514"/>
    <w:rsid w:val="00E9154E"/>
    <w:rsid w:val="00E91796"/>
    <w:rsid w:val="00E92306"/>
    <w:rsid w:val="00E94C50"/>
    <w:rsid w:val="00E971F2"/>
    <w:rsid w:val="00EA1306"/>
    <w:rsid w:val="00EB1B5B"/>
    <w:rsid w:val="00EB27B3"/>
    <w:rsid w:val="00EC1B44"/>
    <w:rsid w:val="00ED06BC"/>
    <w:rsid w:val="00ED380A"/>
    <w:rsid w:val="00ED404B"/>
    <w:rsid w:val="00ED6E4B"/>
    <w:rsid w:val="00ED718F"/>
    <w:rsid w:val="00ED72DD"/>
    <w:rsid w:val="00EE50A1"/>
    <w:rsid w:val="00EF0AC5"/>
    <w:rsid w:val="00EF7060"/>
    <w:rsid w:val="00F03EC9"/>
    <w:rsid w:val="00F05C39"/>
    <w:rsid w:val="00F05E92"/>
    <w:rsid w:val="00F06DD7"/>
    <w:rsid w:val="00F12D18"/>
    <w:rsid w:val="00F1342F"/>
    <w:rsid w:val="00F204A6"/>
    <w:rsid w:val="00F20E50"/>
    <w:rsid w:val="00F224F8"/>
    <w:rsid w:val="00F24998"/>
    <w:rsid w:val="00F31421"/>
    <w:rsid w:val="00F32D52"/>
    <w:rsid w:val="00F355FB"/>
    <w:rsid w:val="00F35DE8"/>
    <w:rsid w:val="00F420F7"/>
    <w:rsid w:val="00F42FC6"/>
    <w:rsid w:val="00F43A26"/>
    <w:rsid w:val="00F4555C"/>
    <w:rsid w:val="00F47CDE"/>
    <w:rsid w:val="00F47EB3"/>
    <w:rsid w:val="00F518D1"/>
    <w:rsid w:val="00F549D6"/>
    <w:rsid w:val="00F5698A"/>
    <w:rsid w:val="00F605EB"/>
    <w:rsid w:val="00F61C95"/>
    <w:rsid w:val="00F625DA"/>
    <w:rsid w:val="00F641A7"/>
    <w:rsid w:val="00F64433"/>
    <w:rsid w:val="00F644BE"/>
    <w:rsid w:val="00F64D5E"/>
    <w:rsid w:val="00F6613F"/>
    <w:rsid w:val="00F705E8"/>
    <w:rsid w:val="00F70FD8"/>
    <w:rsid w:val="00F72057"/>
    <w:rsid w:val="00F72244"/>
    <w:rsid w:val="00F74AEA"/>
    <w:rsid w:val="00F845EE"/>
    <w:rsid w:val="00F862ED"/>
    <w:rsid w:val="00F93B81"/>
    <w:rsid w:val="00FA0B99"/>
    <w:rsid w:val="00FA4B9A"/>
    <w:rsid w:val="00FB0C2B"/>
    <w:rsid w:val="00FC11A6"/>
    <w:rsid w:val="00FC12A6"/>
    <w:rsid w:val="00FC1668"/>
    <w:rsid w:val="00FC2C0A"/>
    <w:rsid w:val="00FC6CFC"/>
    <w:rsid w:val="00FD6EDD"/>
    <w:rsid w:val="00FE0BC1"/>
    <w:rsid w:val="00FF0B91"/>
    <w:rsid w:val="00FF1746"/>
    <w:rsid w:val="00FF20C5"/>
    <w:rsid w:val="00FF2F64"/>
    <w:rsid w:val="00FF5D46"/>
    <w:rsid w:val="00FF6133"/>
    <w:rsid w:val="00FF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BCD92D"/>
  <w15:chartTrackingRefBased/>
  <w15:docId w15:val="{DCC9DC12-BD99-8844-8907-B5935289F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5201"/>
  </w:style>
  <w:style w:type="paragraph" w:styleId="Heading1">
    <w:name w:val="heading 1"/>
    <w:basedOn w:val="Normal"/>
    <w:next w:val="Normal"/>
    <w:link w:val="Heading1Char"/>
    <w:uiPriority w:val="9"/>
    <w:qFormat/>
    <w:rsid w:val="00DB52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08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52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5201"/>
  </w:style>
  <w:style w:type="paragraph" w:styleId="Footer">
    <w:name w:val="footer"/>
    <w:basedOn w:val="Normal"/>
    <w:link w:val="FooterChar"/>
    <w:uiPriority w:val="99"/>
    <w:unhideWhenUsed/>
    <w:rsid w:val="00DB52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5201"/>
  </w:style>
  <w:style w:type="character" w:customStyle="1" w:styleId="Heading1Char">
    <w:name w:val="Heading 1 Char"/>
    <w:basedOn w:val="DefaultParagraphFont"/>
    <w:link w:val="Heading1"/>
    <w:uiPriority w:val="9"/>
    <w:rsid w:val="00DB52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E90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D42D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2D8F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7B4FCB"/>
  </w:style>
  <w:style w:type="character" w:styleId="FollowedHyperlink">
    <w:name w:val="FollowedHyperlink"/>
    <w:basedOn w:val="DefaultParagraphFont"/>
    <w:uiPriority w:val="99"/>
    <w:semiHidden/>
    <w:unhideWhenUsed/>
    <w:rsid w:val="00A27BE9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1E73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73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7306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E7306"/>
    <w:rPr>
      <w:color w:val="5A5A5A" w:themeColor="text1" w:themeTint="A5"/>
      <w:spacing w:val="15"/>
      <w:sz w:val="22"/>
      <w:szCs w:val="22"/>
    </w:rPr>
  </w:style>
  <w:style w:type="table" w:styleId="TableGrid">
    <w:name w:val="Table Grid"/>
    <w:basedOn w:val="TableNormal"/>
    <w:uiPriority w:val="39"/>
    <w:rsid w:val="00535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6C5DB2"/>
  </w:style>
  <w:style w:type="character" w:styleId="Emphasis">
    <w:name w:val="Emphasis"/>
    <w:basedOn w:val="DefaultParagraphFont"/>
    <w:uiPriority w:val="20"/>
    <w:qFormat/>
    <w:rsid w:val="0071135D"/>
    <w:rPr>
      <w:i/>
      <w:iCs/>
    </w:rPr>
  </w:style>
  <w:style w:type="character" w:styleId="Strong">
    <w:name w:val="Strong"/>
    <w:basedOn w:val="DefaultParagraphFont"/>
    <w:uiPriority w:val="22"/>
    <w:qFormat/>
    <w:rsid w:val="0071135D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A308C2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6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3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olgakern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oshuajohn/Library/CloudStorage/OneDrive-SharedLibraries-arabella-arts.com/ADrive%20-%20Documents/ARTIST%20DOCUMENTS/ZZ_Templates/Arabella%20Arts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F8C57D14A7D748B8D415D9701A494B" ma:contentTypeVersion="17" ma:contentTypeDescription="Create a new document." ma:contentTypeScope="" ma:versionID="0ccb528e104958bface86dd6f0368733">
  <xsd:schema xmlns:xsd="http://www.w3.org/2001/XMLSchema" xmlns:xs="http://www.w3.org/2001/XMLSchema" xmlns:p="http://schemas.microsoft.com/office/2006/metadata/properties" xmlns:ns2="33987c41-45e2-4eb4-bb0f-4a63c2a70f27" xmlns:ns3="0869bacf-f774-40cd-a4c2-4ec6395279fa" targetNamespace="http://schemas.microsoft.com/office/2006/metadata/properties" ma:root="true" ma:fieldsID="0a13b70a1bce7dde35fc22fec8d0499c" ns2:_="" ns3:_="">
    <xsd:import namespace="33987c41-45e2-4eb4-bb0f-4a63c2a70f27"/>
    <xsd:import namespace="0869bacf-f774-40cd-a4c2-4ec6395279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987c41-45e2-4eb4-bb0f-4a63c2a70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7ef6d1a-2dfe-4313-880d-5331fa9338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9bacf-f774-40cd-a4c2-4ec6395279f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f82374a-c685-4fae-a92c-8b1ac0e992f2}" ma:internalName="TaxCatchAll" ma:showField="CatchAllData" ma:web="0869bacf-f774-40cd-a4c2-4ec6395279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987c41-45e2-4eb4-bb0f-4a63c2a70f27">
      <Terms xmlns="http://schemas.microsoft.com/office/infopath/2007/PartnerControls"/>
    </lcf76f155ced4ddcb4097134ff3c332f>
    <TaxCatchAll xmlns="0869bacf-f774-40cd-a4c2-4ec6395279f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A093BB-51BF-4831-A54D-6938AB64E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987c41-45e2-4eb4-bb0f-4a63c2a70f27"/>
    <ds:schemaRef ds:uri="0869bacf-f774-40cd-a4c2-4ec6395279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28ABFB-F707-E744-A15B-2340D9A2CD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D78C63-0D1C-46A4-B098-70655D0C8B4E}">
  <ds:schemaRefs>
    <ds:schemaRef ds:uri="http://schemas.microsoft.com/office/2006/metadata/properties"/>
    <ds:schemaRef ds:uri="http://schemas.microsoft.com/office/infopath/2007/PartnerControls"/>
    <ds:schemaRef ds:uri="33987c41-45e2-4eb4-bb0f-4a63c2a70f27"/>
    <ds:schemaRef ds:uri="0869bacf-f774-40cd-a4c2-4ec6395279fa"/>
  </ds:schemaRefs>
</ds:datastoreItem>
</file>

<file path=customXml/itemProps4.xml><?xml version="1.0" encoding="utf-8"?>
<ds:datastoreItem xmlns:ds="http://schemas.openxmlformats.org/officeDocument/2006/customXml" ds:itemID="{7E5AC6D7-8DAB-4D3F-B0E0-1920219A40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Arabella Arts Letterhead.dotx</Template>
  <TotalTime>65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Vlad Kern</cp:lastModifiedBy>
  <cp:revision>77</cp:revision>
  <cp:lastPrinted>2022-08-15T01:47:00Z</cp:lastPrinted>
  <dcterms:created xsi:type="dcterms:W3CDTF">2023-05-04T20:03:00Z</dcterms:created>
  <dcterms:modified xsi:type="dcterms:W3CDTF">2024-09-24T20:01:00Z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0x0101000EF8C57D14A7D748B8D415D9701A494B</vt:lpwstr>
  </property>
  <property fmtid="{D5CDD505-2E9C-101B-9397-08002B2CF9AE}" pid="3" name="MediaServiceImageTags">
    <vt:lpwstr/>
  </property>
</Properties>
</file>